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47" w:rsidRDefault="007622AD" w:rsidP="00175247">
      <w:pPr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-495300</wp:posOffset>
            </wp:positionV>
            <wp:extent cx="704850" cy="866775"/>
            <wp:effectExtent l="19050" t="0" r="0" b="0"/>
            <wp:wrapTight wrapText="bothSides">
              <wp:wrapPolygon edited="0">
                <wp:start x="-584" y="0"/>
                <wp:lineTo x="-584" y="21363"/>
                <wp:lineTo x="21600" y="21363"/>
                <wp:lineTo x="21600" y="0"/>
                <wp:lineTo x="-584" y="0"/>
              </wp:wrapPolygon>
            </wp:wrapTight>
            <wp:docPr id="3" name="Picture 3" descr="C:\Users\IIITB\Desktop\rgukt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IITB\Desktop\rgukt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68FE">
        <w:rPr>
          <w:rFonts w:cs="Calibri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5pt;margin-top:-45.75pt;width:466.5pt;height:87pt;z-index:251659264;mso-position-horizontal-relative:text;mso-position-vertical-relative:text" o:regroupid="1" stroked="f">
            <v:textbox>
              <w:txbxContent>
                <w:p w:rsidR="00175247" w:rsidRPr="00B148A5" w:rsidRDefault="00175247" w:rsidP="00175247">
                  <w:pPr>
                    <w:spacing w:after="0"/>
                    <w:rPr>
                      <w:b/>
                      <w:color w:val="9E0000"/>
                      <w:sz w:val="42"/>
                      <w:szCs w:val="42"/>
                    </w:rPr>
                  </w:pPr>
                  <w:r w:rsidRPr="00B148A5">
                    <w:rPr>
                      <w:b/>
                      <w:color w:val="9E0000"/>
                      <w:sz w:val="42"/>
                      <w:szCs w:val="42"/>
                    </w:rPr>
                    <w:t>Rajiv Gandhi University of Knowledge Technologies</w:t>
                  </w:r>
                </w:p>
                <w:p w:rsidR="00175247" w:rsidRPr="00250FAB" w:rsidRDefault="00175247" w:rsidP="007622AD">
                  <w:pPr>
                    <w:spacing w:after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(A.P. Govt.</w:t>
                  </w:r>
                  <w:r w:rsidRPr="00250FAB">
                    <w:rPr>
                      <w:sz w:val="24"/>
                    </w:rPr>
                    <w:t xml:space="preserve"> Act 18 of 2008</w:t>
                  </w:r>
                  <w:r>
                    <w:rPr>
                      <w:sz w:val="24"/>
                    </w:rPr>
                    <w:t xml:space="preserve"> &amp; </w:t>
                  </w:r>
                  <w:proofErr w:type="spellStart"/>
                  <w:r>
                    <w:rPr>
                      <w:sz w:val="24"/>
                    </w:rPr>
                    <w:t>Telangana</w:t>
                  </w:r>
                  <w:proofErr w:type="spellEnd"/>
                  <w:r>
                    <w:rPr>
                      <w:sz w:val="24"/>
                    </w:rPr>
                    <w:t xml:space="preserve"> Govt. Adaptation G.O.Ms No.29 Dt.17.12.2014</w:t>
                  </w:r>
                  <w:r w:rsidRPr="00250FAB">
                    <w:rPr>
                      <w:sz w:val="24"/>
                    </w:rPr>
                    <w:t>)</w:t>
                  </w:r>
                </w:p>
                <w:p w:rsidR="00175247" w:rsidRPr="00250FAB" w:rsidRDefault="007622AD" w:rsidP="007622AD">
                  <w:pPr>
                    <w:spacing w:after="0"/>
                    <w:jc w:val="center"/>
                    <w:rPr>
                      <w:sz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</w:rPr>
                    <w:t>Basar</w:t>
                  </w:r>
                  <w:proofErr w:type="spellEnd"/>
                  <w:r>
                    <w:rPr>
                      <w:sz w:val="24"/>
                    </w:rPr>
                    <w:t xml:space="preserve"> (</w:t>
                  </w:r>
                  <w:r w:rsidR="007667F6">
                    <w:rPr>
                      <w:sz w:val="24"/>
                    </w:rPr>
                    <w:t>Village &amp;</w:t>
                  </w:r>
                  <w:r w:rsidR="00175247">
                    <w:rPr>
                      <w:sz w:val="24"/>
                    </w:rPr>
                    <w:t xml:space="preserve"> </w:t>
                  </w:r>
                  <w:proofErr w:type="spellStart"/>
                  <w:r w:rsidR="00175247">
                    <w:rPr>
                      <w:sz w:val="24"/>
                    </w:rPr>
                    <w:t>Mandal</w:t>
                  </w:r>
                  <w:proofErr w:type="spellEnd"/>
                  <w:r>
                    <w:rPr>
                      <w:sz w:val="24"/>
                    </w:rPr>
                    <w:t>)</w:t>
                  </w:r>
                  <w:r w:rsidR="007667F6">
                    <w:rPr>
                      <w:sz w:val="24"/>
                    </w:rPr>
                    <w:t xml:space="preserve">, </w:t>
                  </w:r>
                  <w:proofErr w:type="spellStart"/>
                  <w:r w:rsidR="007667F6">
                    <w:rPr>
                      <w:sz w:val="24"/>
                    </w:rPr>
                    <w:t>Nirmal</w:t>
                  </w:r>
                  <w:proofErr w:type="spellEnd"/>
                  <w:r w:rsidR="00175247" w:rsidRPr="00250FAB">
                    <w:rPr>
                      <w:sz w:val="24"/>
                    </w:rPr>
                    <w:t xml:space="preserve"> Dist</w:t>
                  </w:r>
                  <w:r w:rsidR="00175247">
                    <w:rPr>
                      <w:sz w:val="24"/>
                    </w:rPr>
                    <w:t>rict</w:t>
                  </w:r>
                  <w:r w:rsidR="00175247" w:rsidRPr="00250FAB">
                    <w:rPr>
                      <w:sz w:val="24"/>
                    </w:rPr>
                    <w:t xml:space="preserve">, </w:t>
                  </w:r>
                  <w:proofErr w:type="spellStart"/>
                  <w:r w:rsidR="00175247" w:rsidRPr="00250FAB">
                    <w:rPr>
                      <w:sz w:val="24"/>
                    </w:rPr>
                    <w:t>Telangana</w:t>
                  </w:r>
                  <w:proofErr w:type="spellEnd"/>
                  <w:r w:rsidR="00175247" w:rsidRPr="00250FAB">
                    <w:rPr>
                      <w:sz w:val="24"/>
                    </w:rPr>
                    <w:t xml:space="preserve"> State – 504107</w:t>
                  </w:r>
                  <w:r w:rsidR="00175247">
                    <w:rPr>
                      <w:sz w:val="24"/>
                    </w:rPr>
                    <w:t>, India</w:t>
                  </w:r>
                  <w:r w:rsidR="00175247" w:rsidRPr="00250FAB">
                    <w:rPr>
                      <w:sz w:val="24"/>
                    </w:rPr>
                    <w:t>.</w:t>
                  </w:r>
                  <w:proofErr w:type="gramEnd"/>
                </w:p>
                <w:p w:rsidR="00175247" w:rsidRDefault="00175247" w:rsidP="00175247">
                  <w:pPr>
                    <w:pBdr>
                      <w:bottom w:val="single" w:sz="12" w:space="1" w:color="auto"/>
                    </w:pBdr>
                    <w:spacing w:after="0"/>
                    <w:jc w:val="center"/>
                  </w:pPr>
                  <w:r>
                    <w:rPr>
                      <w:sz w:val="24"/>
                    </w:rPr>
                    <w:t xml:space="preserve">Telephone: 08752-255344, </w:t>
                  </w:r>
                  <w:r w:rsidRPr="00250FAB">
                    <w:rPr>
                      <w:sz w:val="24"/>
                    </w:rPr>
                    <w:t>Tele Fax: 08752-255355.</w:t>
                  </w:r>
                </w:p>
              </w:txbxContent>
            </v:textbox>
          </v:shape>
        </w:pict>
      </w:r>
    </w:p>
    <w:p w:rsidR="00175247" w:rsidRDefault="00175247" w:rsidP="00175247">
      <w:pPr>
        <w:pBdr>
          <w:bottom w:val="single" w:sz="12" w:space="1" w:color="auto"/>
        </w:pBdr>
        <w:spacing w:after="0"/>
      </w:pPr>
    </w:p>
    <w:p w:rsidR="00175247" w:rsidRPr="00163EAB" w:rsidRDefault="00175247" w:rsidP="00175247">
      <w:pPr>
        <w:pBdr>
          <w:bottom w:val="single" w:sz="12" w:space="1" w:color="auto"/>
        </w:pBdr>
        <w:spacing w:after="0"/>
      </w:pPr>
      <w:r>
        <w:t xml:space="preserve">Webpage: </w:t>
      </w:r>
      <w:hyperlink r:id="rId6" w:history="1">
        <w:r w:rsidRPr="0054107D">
          <w:rPr>
            <w:rStyle w:val="Hyperlink"/>
          </w:rPr>
          <w:t>www.rgukt.ac.in</w:t>
        </w:r>
      </w:hyperlink>
      <w:r>
        <w:t xml:space="preserve"> </w:t>
      </w:r>
    </w:p>
    <w:p w:rsidR="00175247" w:rsidRDefault="00175247" w:rsidP="00175247"/>
    <w:p w:rsidR="00DA3E36" w:rsidRPr="00CA2B4C" w:rsidRDefault="00CA2B4C" w:rsidP="00CA2B4C">
      <w:pPr>
        <w:jc w:val="center"/>
        <w:rPr>
          <w:b/>
          <w:sz w:val="40"/>
          <w:szCs w:val="40"/>
        </w:rPr>
      </w:pPr>
      <w:r w:rsidRPr="00CA2B4C">
        <w:rPr>
          <w:b/>
          <w:sz w:val="40"/>
          <w:szCs w:val="40"/>
        </w:rPr>
        <w:t>NOTICE</w:t>
      </w:r>
    </w:p>
    <w:p w:rsidR="00CA2B4C" w:rsidRPr="008A3C4C" w:rsidRDefault="00CA2B4C" w:rsidP="00CA2B4C">
      <w:pPr>
        <w:jc w:val="both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 xml:space="preserve">RGUKT </w:t>
      </w:r>
      <w:proofErr w:type="spellStart"/>
      <w:r w:rsidRPr="008A3C4C">
        <w:rPr>
          <w:rFonts w:ascii="Times New Roman" w:hAnsi="Times New Roman" w:cs="Times New Roman"/>
          <w:sz w:val="28"/>
          <w:szCs w:val="28"/>
        </w:rPr>
        <w:t>Basar</w:t>
      </w:r>
      <w:proofErr w:type="spellEnd"/>
      <w:r w:rsidRPr="008A3C4C">
        <w:rPr>
          <w:rFonts w:ascii="Times New Roman" w:hAnsi="Times New Roman" w:cs="Times New Roman"/>
          <w:sz w:val="28"/>
          <w:szCs w:val="28"/>
        </w:rPr>
        <w:t xml:space="preserve"> entered a </w:t>
      </w:r>
      <w:proofErr w:type="spellStart"/>
      <w:r w:rsidRPr="008A3C4C">
        <w:rPr>
          <w:rFonts w:ascii="Times New Roman" w:hAnsi="Times New Roman" w:cs="Times New Roman"/>
          <w:sz w:val="28"/>
          <w:szCs w:val="28"/>
        </w:rPr>
        <w:t>MoU</w:t>
      </w:r>
      <w:proofErr w:type="spellEnd"/>
      <w:r w:rsidRPr="008A3C4C">
        <w:rPr>
          <w:rFonts w:ascii="Times New Roman" w:hAnsi="Times New Roman" w:cs="Times New Roman"/>
          <w:sz w:val="28"/>
          <w:szCs w:val="28"/>
        </w:rPr>
        <w:t xml:space="preserve"> with Central Institute of Tool Design (CITD) on 16-10-2017 at Hyderabad. As a part of the </w:t>
      </w:r>
      <w:proofErr w:type="spellStart"/>
      <w:r w:rsidRPr="008A3C4C">
        <w:rPr>
          <w:rFonts w:ascii="Times New Roman" w:hAnsi="Times New Roman" w:cs="Times New Roman"/>
          <w:sz w:val="28"/>
          <w:szCs w:val="28"/>
        </w:rPr>
        <w:t>MoU</w:t>
      </w:r>
      <w:proofErr w:type="spellEnd"/>
      <w:r w:rsidRPr="008A3C4C">
        <w:rPr>
          <w:rFonts w:ascii="Times New Roman" w:hAnsi="Times New Roman" w:cs="Times New Roman"/>
          <w:sz w:val="28"/>
          <w:szCs w:val="28"/>
        </w:rPr>
        <w:t xml:space="preserve">, </w:t>
      </w:r>
      <w:r w:rsidRPr="008A3C4C">
        <w:rPr>
          <w:rFonts w:ascii="Times New Roman" w:hAnsi="Times New Roman" w:cs="Times New Roman"/>
          <w:b/>
          <w:i/>
          <w:sz w:val="28"/>
          <w:szCs w:val="28"/>
          <w:u w:val="single"/>
        </w:rPr>
        <w:t>CITD is inviting the applications from E4 students to register for Start-up Boot Camp</w:t>
      </w:r>
      <w:r w:rsidRPr="008A3C4C">
        <w:rPr>
          <w:rFonts w:ascii="Times New Roman" w:hAnsi="Times New Roman" w:cs="Times New Roman"/>
          <w:sz w:val="28"/>
          <w:szCs w:val="28"/>
        </w:rPr>
        <w:t xml:space="preserve"> which is going to be held on 13</w:t>
      </w:r>
      <w:r w:rsidRPr="008A3C4C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8A3C4C">
        <w:rPr>
          <w:rFonts w:ascii="Times New Roman" w:hAnsi="Times New Roman" w:cs="Times New Roman"/>
          <w:sz w:val="28"/>
          <w:szCs w:val="28"/>
        </w:rPr>
        <w:t xml:space="preserve"> </w:t>
      </w:r>
      <w:r w:rsidRPr="008A3C4C">
        <w:rPr>
          <w:rFonts w:ascii="Times New Roman" w:hAnsi="Times New Roman" w:cs="Times New Roman"/>
          <w:sz w:val="28"/>
          <w:szCs w:val="28"/>
        </w:rPr>
        <w:t>- 15</w:t>
      </w:r>
      <w:r w:rsidRPr="008A3C4C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8A3C4C">
        <w:rPr>
          <w:rFonts w:ascii="Times New Roman" w:hAnsi="Times New Roman" w:cs="Times New Roman"/>
          <w:sz w:val="28"/>
          <w:szCs w:val="28"/>
        </w:rPr>
        <w:t xml:space="preserve"> </w:t>
      </w:r>
      <w:r w:rsidRPr="008A3C4C">
        <w:rPr>
          <w:rFonts w:ascii="Times New Roman" w:hAnsi="Times New Roman" w:cs="Times New Roman"/>
          <w:sz w:val="28"/>
          <w:szCs w:val="28"/>
        </w:rPr>
        <w:t xml:space="preserve">November 2017. </w:t>
      </w:r>
    </w:p>
    <w:p w:rsidR="00CA2B4C" w:rsidRPr="008A3C4C" w:rsidRDefault="00CA2B4C" w:rsidP="00CA2B4C">
      <w:pPr>
        <w:jc w:val="both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 xml:space="preserve">In this regard, all the E4 students are hereby encouraged to submit your innovative ideas to the below link provided </w:t>
      </w:r>
      <w:r w:rsidR="008A3C4C">
        <w:rPr>
          <w:rFonts w:ascii="Times New Roman" w:hAnsi="Times New Roman" w:cs="Times New Roman"/>
          <w:sz w:val="28"/>
          <w:szCs w:val="28"/>
        </w:rPr>
        <w:t xml:space="preserve">at the earliest. </w:t>
      </w:r>
    </w:p>
    <w:p w:rsidR="00CA2B4C" w:rsidRPr="008A3C4C" w:rsidRDefault="00CA2B4C" w:rsidP="00CA2B4C">
      <w:pPr>
        <w:jc w:val="both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48150" cy="2095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B4C" w:rsidRPr="008A3C4C" w:rsidRDefault="00CA2B4C" w:rsidP="00CA2B4C">
      <w:pPr>
        <w:jc w:val="both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>The last date for registration is 31-10-2017.</w:t>
      </w:r>
    </w:p>
    <w:p w:rsidR="00CA2B4C" w:rsidRPr="008A3C4C" w:rsidRDefault="008A3C4C" w:rsidP="00CA2B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Benefits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  <w:t>1. No</w:t>
      </w:r>
      <w:r w:rsidR="00CA2B4C" w:rsidRPr="008A3C4C">
        <w:rPr>
          <w:rFonts w:ascii="Times New Roman" w:hAnsi="Times New Roman" w:cs="Times New Roman"/>
          <w:sz w:val="28"/>
          <w:szCs w:val="28"/>
        </w:rPr>
        <w:t xml:space="preserve"> Registration Fee</w:t>
      </w:r>
    </w:p>
    <w:p w:rsidR="008A3C4C" w:rsidRDefault="00CA2B4C" w:rsidP="00CA2B4C">
      <w:pPr>
        <w:jc w:val="both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 xml:space="preserve">2. If selected, </w:t>
      </w:r>
    </w:p>
    <w:p w:rsidR="008A3C4C" w:rsidRDefault="008A3C4C" w:rsidP="008A3C4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Free training for 3 days at CITD by experts from Germany.</w:t>
      </w:r>
    </w:p>
    <w:p w:rsidR="00CA2B4C" w:rsidRPr="008A3C4C" w:rsidRDefault="00CA2B4C" w:rsidP="008A3C4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 xml:space="preserve">Full financial support for establishing </w:t>
      </w:r>
      <w:r w:rsidR="008A3C4C">
        <w:rPr>
          <w:rFonts w:ascii="Times New Roman" w:hAnsi="Times New Roman" w:cs="Times New Roman"/>
          <w:sz w:val="28"/>
          <w:szCs w:val="28"/>
        </w:rPr>
        <w:t xml:space="preserve">your </w:t>
      </w:r>
      <w:r w:rsidRPr="008A3C4C">
        <w:rPr>
          <w:rFonts w:ascii="Times New Roman" w:hAnsi="Times New Roman" w:cs="Times New Roman"/>
          <w:sz w:val="28"/>
          <w:szCs w:val="28"/>
        </w:rPr>
        <w:t>start-up</w:t>
      </w:r>
      <w:r w:rsidR="008A3C4C">
        <w:rPr>
          <w:rFonts w:ascii="Times New Roman" w:hAnsi="Times New Roman" w:cs="Times New Roman"/>
          <w:sz w:val="28"/>
          <w:szCs w:val="28"/>
        </w:rPr>
        <w:t>.</w:t>
      </w:r>
    </w:p>
    <w:p w:rsidR="00CA2B4C" w:rsidRPr="008A3C4C" w:rsidRDefault="00CA2B4C" w:rsidP="00CA2B4C">
      <w:pPr>
        <w:jc w:val="both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 xml:space="preserve">Note: Only ONE registration is possible from each laptop or system. Multiple registrations are NOT possible. </w:t>
      </w:r>
    </w:p>
    <w:p w:rsidR="008A3C4C" w:rsidRPr="008A3C4C" w:rsidRDefault="008A3C4C" w:rsidP="008A3C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Contact for any Queries: Mr. K. Mahesh - 9700315529</w:t>
      </w:r>
    </w:p>
    <w:p w:rsidR="00CA2B4C" w:rsidRPr="008A3C4C" w:rsidRDefault="00CA2B4C" w:rsidP="00CA2B4C">
      <w:pPr>
        <w:jc w:val="right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>Regards,</w:t>
      </w:r>
    </w:p>
    <w:p w:rsidR="00CA2B4C" w:rsidRPr="008A3C4C" w:rsidRDefault="00CA2B4C" w:rsidP="00CA2B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A2B4C" w:rsidRPr="008A3C4C" w:rsidRDefault="00CA2B4C" w:rsidP="00CA2B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>K. Mahesh,</w:t>
      </w:r>
    </w:p>
    <w:p w:rsidR="00CA2B4C" w:rsidRPr="008A3C4C" w:rsidRDefault="00CA2B4C" w:rsidP="00CA2B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A3C4C">
        <w:rPr>
          <w:rFonts w:ascii="Times New Roman" w:hAnsi="Times New Roman" w:cs="Times New Roman"/>
          <w:sz w:val="28"/>
          <w:szCs w:val="28"/>
        </w:rPr>
        <w:t>HoD</w:t>
      </w:r>
      <w:proofErr w:type="spellEnd"/>
      <w:r w:rsidRPr="008A3C4C">
        <w:rPr>
          <w:rFonts w:ascii="Times New Roman" w:hAnsi="Times New Roman" w:cs="Times New Roman"/>
          <w:sz w:val="28"/>
          <w:szCs w:val="28"/>
        </w:rPr>
        <w:t xml:space="preserve">, Dept. of Mechanical </w:t>
      </w:r>
      <w:proofErr w:type="spellStart"/>
      <w:proofErr w:type="gramStart"/>
      <w:r w:rsidRPr="008A3C4C">
        <w:rPr>
          <w:rFonts w:ascii="Times New Roman" w:hAnsi="Times New Roman" w:cs="Times New Roman"/>
          <w:sz w:val="28"/>
          <w:szCs w:val="28"/>
        </w:rPr>
        <w:t>Engg</w:t>
      </w:r>
      <w:proofErr w:type="spellEnd"/>
      <w:r w:rsidRPr="008A3C4C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8A3C4C">
        <w:rPr>
          <w:rFonts w:ascii="Times New Roman" w:hAnsi="Times New Roman" w:cs="Times New Roman"/>
          <w:sz w:val="28"/>
          <w:szCs w:val="28"/>
        </w:rPr>
        <w:t xml:space="preserve"> and</w:t>
      </w:r>
    </w:p>
    <w:p w:rsidR="00CA2B4C" w:rsidRPr="008A3C4C" w:rsidRDefault="00CA2B4C" w:rsidP="00CA2B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>Coordinator, R&amp;D Cell (</w:t>
      </w:r>
      <w:proofErr w:type="spellStart"/>
      <w:proofErr w:type="gramStart"/>
      <w:r w:rsidRPr="008A3C4C">
        <w:rPr>
          <w:rFonts w:ascii="Times New Roman" w:hAnsi="Times New Roman" w:cs="Times New Roman"/>
          <w:sz w:val="28"/>
          <w:szCs w:val="28"/>
        </w:rPr>
        <w:t>Engg</w:t>
      </w:r>
      <w:proofErr w:type="spellEnd"/>
      <w:r w:rsidRPr="008A3C4C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8A3C4C">
        <w:rPr>
          <w:rFonts w:ascii="Times New Roman" w:hAnsi="Times New Roman" w:cs="Times New Roman"/>
          <w:sz w:val="28"/>
          <w:szCs w:val="28"/>
        </w:rPr>
        <w:t>)</w:t>
      </w:r>
    </w:p>
    <w:p w:rsidR="00CA2B4C" w:rsidRPr="008A3C4C" w:rsidRDefault="00CA2B4C" w:rsidP="008A3C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A3C4C">
        <w:rPr>
          <w:rFonts w:ascii="Times New Roman" w:hAnsi="Times New Roman" w:cs="Times New Roman"/>
          <w:sz w:val="28"/>
          <w:szCs w:val="28"/>
        </w:rPr>
        <w:t xml:space="preserve">RGUKT </w:t>
      </w:r>
      <w:proofErr w:type="spellStart"/>
      <w:r w:rsidRPr="008A3C4C">
        <w:rPr>
          <w:rFonts w:ascii="Times New Roman" w:hAnsi="Times New Roman" w:cs="Times New Roman"/>
          <w:sz w:val="28"/>
          <w:szCs w:val="28"/>
        </w:rPr>
        <w:t>Basar</w:t>
      </w:r>
      <w:proofErr w:type="spellEnd"/>
    </w:p>
    <w:sectPr w:rsidR="00CA2B4C" w:rsidRPr="008A3C4C" w:rsidSect="00D87A51">
      <w:pgSz w:w="12240" w:h="15840"/>
      <w:pgMar w:top="1440" w:right="81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460E2"/>
    <w:multiLevelType w:val="hybridMultilevel"/>
    <w:tmpl w:val="1234B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CA2B4C"/>
    <w:rsid w:val="00070521"/>
    <w:rsid w:val="000A2153"/>
    <w:rsid w:val="00175247"/>
    <w:rsid w:val="0018758D"/>
    <w:rsid w:val="005D7DBD"/>
    <w:rsid w:val="00725924"/>
    <w:rsid w:val="007622AD"/>
    <w:rsid w:val="007667F6"/>
    <w:rsid w:val="008A3C4C"/>
    <w:rsid w:val="00922752"/>
    <w:rsid w:val="00934413"/>
    <w:rsid w:val="00983B30"/>
    <w:rsid w:val="00997345"/>
    <w:rsid w:val="009D46E7"/>
    <w:rsid w:val="00C668FE"/>
    <w:rsid w:val="00CA2B4C"/>
    <w:rsid w:val="00D142C9"/>
    <w:rsid w:val="00D447F0"/>
    <w:rsid w:val="00D63888"/>
    <w:rsid w:val="00D87A51"/>
    <w:rsid w:val="00D97A03"/>
    <w:rsid w:val="00E34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0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752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2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3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ukt.ac.i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pt%20of%20ME\Word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Wordfile</Template>
  <TotalTime>17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IIITB</dc:creator>
  <cp:lastModifiedBy>IIITB</cp:lastModifiedBy>
  <cp:revision>1</cp:revision>
  <dcterms:created xsi:type="dcterms:W3CDTF">2017-10-26T04:59:00Z</dcterms:created>
  <dcterms:modified xsi:type="dcterms:W3CDTF">2017-10-26T05:16:00Z</dcterms:modified>
</cp:coreProperties>
</file>